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9A68CC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rekonstrukce kotelny – panský dům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68CC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40317-EEFA-4E74-8FF3-7432B789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4FA62B1D</Template>
  <TotalTime>24</TotalTime>
  <Pages>1</Pages>
  <Words>129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2022-09-06T08:53:00Z</cp:lastPrinted>
  <dcterms:created xsi:type="dcterms:W3CDTF">2023-11-06T12:13:00Z</dcterms:created>
  <dcterms:modified xsi:type="dcterms:W3CDTF">2025-05-20T05:09:00Z</dcterms:modified>
</cp:coreProperties>
</file>